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5A7" w:rsidRPr="0054691E" w:rsidRDefault="00D205A7" w:rsidP="0054691E">
      <w:pPr>
        <w:spacing w:after="100" w:afterAutospacing="1"/>
        <w:jc w:val="center"/>
        <w:rPr>
          <w:b/>
          <w:sz w:val="24"/>
          <w:lang w:val="en-US"/>
        </w:rPr>
      </w:pPr>
      <w:r w:rsidRPr="00E7716D">
        <w:rPr>
          <w:b/>
          <w:sz w:val="24"/>
        </w:rPr>
        <w:t>PROGRESS REPORT</w:t>
      </w:r>
      <w:r w:rsidRPr="00E7716D">
        <w:rPr>
          <w:b/>
          <w:sz w:val="24"/>
          <w:lang w:val="en-US"/>
        </w:rPr>
        <w:t xml:space="preserve"> FOR PBL ACTIVITY</w:t>
      </w:r>
      <w:r>
        <w:rPr>
          <w:b/>
          <w:sz w:val="24"/>
          <w:lang w:val="en-US"/>
        </w:rPr>
        <w:t xml:space="preserve"> </w:t>
      </w:r>
      <w:r w:rsidRPr="0054691E">
        <w:rPr>
          <w:b/>
          <w:sz w:val="24"/>
          <w:lang w:val="en-US"/>
        </w:rPr>
        <w:sym w:font="Wingdings" w:char="F04A"/>
      </w:r>
      <w:r w:rsidRPr="00E7716D">
        <w:rPr>
          <w:b/>
          <w:sz w:val="24"/>
        </w:rPr>
        <w:br/>
      </w:r>
      <w:r w:rsidRPr="0068332B">
        <w:rPr>
          <w:b/>
        </w:rPr>
        <w:br/>
      </w:r>
    </w:p>
    <w:tbl>
      <w:tblPr>
        <w:tblW w:w="98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00"/>
        <w:gridCol w:w="1260"/>
        <w:gridCol w:w="1170"/>
        <w:gridCol w:w="1440"/>
      </w:tblGrid>
      <w:tr w:rsidR="00D205A7" w:rsidTr="00E7716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5A7" w:rsidRPr="00054AFA" w:rsidRDefault="00D205A7" w:rsidP="00E7716D">
            <w:pPr>
              <w:jc w:val="center"/>
              <w:rPr>
                <w:color w:val="auto"/>
              </w:rPr>
            </w:pPr>
            <w:r w:rsidRPr="00054AFA">
              <w:rPr>
                <w:b/>
                <w:color w:val="auto"/>
              </w:rPr>
              <w:t>Requirements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5A7" w:rsidRPr="0068332B" w:rsidRDefault="00D205A7" w:rsidP="00E7716D">
            <w:pPr>
              <w:jc w:val="center"/>
              <w:rPr>
                <w:color w:val="auto"/>
              </w:rPr>
            </w:pPr>
            <w:r w:rsidRPr="0068332B">
              <w:rPr>
                <w:b/>
                <w:color w:val="auto"/>
              </w:rPr>
              <w:t>To Do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5A7" w:rsidRPr="0068332B" w:rsidRDefault="00D205A7" w:rsidP="00E7716D">
            <w:pPr>
              <w:jc w:val="center"/>
              <w:rPr>
                <w:color w:val="auto"/>
              </w:rPr>
            </w:pPr>
            <w:r w:rsidRPr="0068332B">
              <w:rPr>
                <w:b/>
                <w:color w:val="auto"/>
              </w:rPr>
              <w:t>In Progress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205A7" w:rsidRPr="0068332B" w:rsidRDefault="00D205A7" w:rsidP="00E7716D">
            <w:pPr>
              <w:jc w:val="center"/>
              <w:rPr>
                <w:color w:val="auto"/>
              </w:rPr>
            </w:pPr>
            <w:r w:rsidRPr="0068332B">
              <w:rPr>
                <w:b/>
                <w:color w:val="auto"/>
              </w:rPr>
              <w:t>Completed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already  assigned roles and responsibilities to each member of the group.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C41150" w:rsidRDefault="00D205A7" w:rsidP="00E7716D">
            <w:pPr>
              <w:jc w:val="center"/>
              <w:rPr>
                <w:lang w:val="en-US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E7716D">
            <w:pPr>
              <w:jc w:val="center"/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already have a plan of what we are going to do in accomplishing the project required of us.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2-6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already have come up with questions we'd like to ask the experts of heat engines and heat pumps.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C41150" w:rsidRDefault="00D205A7" w:rsidP="00E7716D">
            <w:pPr>
              <w:jc w:val="center"/>
              <w:rPr>
                <w:lang w:val="en-US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E7716D">
            <w:pPr>
              <w:jc w:val="center"/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already have come up with a survey form to be used in gathering information from the users of heat engine and heat pumps.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E7716D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E7716D">
            <w:pPr>
              <w:jc w:val="center"/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already set a meeting with the expert for interview.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7464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3-4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5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already gathered information from the library and internet.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1-3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4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already interviewed the expert.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2-4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5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already gathered information through survey forms answered by 30 users of heat engines/heat pumps.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2-3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4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already collated the information that we have gathered from different sources.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2-5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811FED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6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811FED">
            <w:r>
              <w:t xml:space="preserve">We already have a </w:t>
            </w:r>
            <w:r>
              <w:rPr>
                <w:lang w:val="en-US"/>
              </w:rPr>
              <w:t>layout design for our poster.</w:t>
            </w:r>
            <w:r>
              <w:t xml:space="preserve">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E7716D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BA37E4" w:rsidRDefault="00D205A7" w:rsidP="00E7716D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811FED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3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811FED" w:rsidRDefault="00D205A7" w:rsidP="00811FED">
            <w:pPr>
              <w:rPr>
                <w:lang w:val="en-US"/>
              </w:rPr>
            </w:pPr>
            <w:r>
              <w:t xml:space="preserve">We are </w:t>
            </w:r>
            <w:r>
              <w:rPr>
                <w:lang w:val="en-US"/>
              </w:rPr>
              <w:t>done making the poster.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2-6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811FED">
            <w:r>
              <w:t xml:space="preserve">We are </w:t>
            </w:r>
            <w:r>
              <w:rPr>
                <w:lang w:val="en-US"/>
              </w:rPr>
              <w:t>done with the finishing touches.</w:t>
            </w:r>
            <w:r>
              <w:t xml:space="preserve">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2-6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68332B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</w:tbl>
    <w:p w:rsidR="00D205A7" w:rsidRDefault="00D205A7" w:rsidP="00054AFA">
      <w:pPr>
        <w:pStyle w:val="Heading3"/>
        <w:rPr>
          <w:lang w:val="en-US"/>
        </w:rPr>
      </w:pPr>
    </w:p>
    <w:p w:rsidR="00D205A7" w:rsidRDefault="00D205A7" w:rsidP="00B67867">
      <w:pPr>
        <w:rPr>
          <w:lang w:val="en-US"/>
        </w:rPr>
      </w:pPr>
    </w:p>
    <w:p w:rsidR="00D205A7" w:rsidRDefault="00D205A7" w:rsidP="00B67867">
      <w:pPr>
        <w:rPr>
          <w:lang w:val="en-US"/>
        </w:rPr>
      </w:pPr>
    </w:p>
    <w:p w:rsidR="00D205A7" w:rsidRPr="00B67867" w:rsidRDefault="00D205A7" w:rsidP="00B67867">
      <w:pPr>
        <w:rPr>
          <w:lang w:val="en-US"/>
        </w:rPr>
      </w:pPr>
    </w:p>
    <w:p w:rsidR="00D205A7" w:rsidRDefault="00D205A7" w:rsidP="00054AFA">
      <w:pPr>
        <w:pStyle w:val="Heading3"/>
        <w:rPr>
          <w:lang w:val="en-US"/>
        </w:rPr>
      </w:pPr>
    </w:p>
    <w:p w:rsidR="00D205A7" w:rsidRDefault="00D205A7" w:rsidP="00054AFA">
      <w:pPr>
        <w:pStyle w:val="Heading3"/>
        <w:rPr>
          <w:lang w:val="en-US"/>
        </w:rPr>
      </w:pPr>
    </w:p>
    <w:p w:rsidR="00D205A7" w:rsidRDefault="00D205A7" w:rsidP="00054AFA">
      <w:pPr>
        <w:pStyle w:val="Heading3"/>
        <w:rPr>
          <w:lang w:val="en-US"/>
        </w:rPr>
      </w:pPr>
    </w:p>
    <w:p w:rsidR="00D205A7" w:rsidRDefault="00D205A7" w:rsidP="00054AFA">
      <w:pPr>
        <w:pStyle w:val="Heading3"/>
        <w:rPr>
          <w:lang w:val="en-US"/>
        </w:rPr>
      </w:pPr>
    </w:p>
    <w:p w:rsidR="00D205A7" w:rsidRDefault="00D205A7" w:rsidP="00054AFA">
      <w:pPr>
        <w:pStyle w:val="Heading3"/>
        <w:rPr>
          <w:lang w:val="en-US"/>
        </w:rPr>
      </w:pPr>
    </w:p>
    <w:p w:rsidR="00D205A7" w:rsidRDefault="00D205A7" w:rsidP="00B67867">
      <w:pPr>
        <w:pStyle w:val="Heading3"/>
        <w:rPr>
          <w:lang w:val="en-US"/>
        </w:rPr>
      </w:pPr>
    </w:p>
    <w:p w:rsidR="00D205A7" w:rsidRPr="00B67867" w:rsidRDefault="00D205A7" w:rsidP="00B67867">
      <w:pPr>
        <w:pStyle w:val="Heading3"/>
        <w:rPr>
          <w:lang w:val="en-US"/>
        </w:rPr>
      </w:pPr>
      <w:r>
        <w:br/>
      </w:r>
    </w:p>
    <w:p w:rsidR="00D205A7" w:rsidRDefault="00D205A7" w:rsidP="00054AFA">
      <w:pPr>
        <w:spacing w:after="280" w:afterAutospacing="1"/>
        <w:rPr>
          <w:lang w:val="en-US"/>
        </w:rPr>
      </w:pPr>
    </w:p>
    <w:p w:rsidR="00D205A7" w:rsidRPr="00054AFA" w:rsidRDefault="00D205A7" w:rsidP="00054AFA">
      <w:pPr>
        <w:spacing w:after="280" w:afterAutospacing="1"/>
        <w:rPr>
          <w:lang w:val="en-US"/>
        </w:rPr>
      </w:pPr>
      <w:r>
        <w:rPr>
          <w:noProof/>
          <w:shd w:val="clear" w:color="auto" w:fill="auto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75pt;margin-top:-32.25pt;width:381.5pt;height:35.25pt;z-index:251658240" stroked="f">
            <v:textbox>
              <w:txbxContent>
                <w:p w:rsidR="00D205A7" w:rsidRPr="00B67867" w:rsidRDefault="00D205A7" w:rsidP="00B67867">
                  <w:pPr>
                    <w:pStyle w:val="Heading3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</w:t>
                  </w:r>
                  <w:r>
                    <w:t xml:space="preserve">rogress Report (Checklist) for the Infomercial </w:t>
                  </w:r>
                </w:p>
                <w:p w:rsidR="00D205A7" w:rsidRDefault="00D205A7"/>
              </w:txbxContent>
            </v:textbox>
          </v:shape>
        </w:pict>
      </w:r>
    </w:p>
    <w:tbl>
      <w:tblPr>
        <w:tblW w:w="93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00"/>
        <w:gridCol w:w="900"/>
        <w:gridCol w:w="1113"/>
        <w:gridCol w:w="1319"/>
      </w:tblGrid>
      <w:tr w:rsidR="00D205A7" w:rsidTr="00E7716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5A7" w:rsidRPr="00054AFA" w:rsidRDefault="00D205A7" w:rsidP="00E7716D">
            <w:pPr>
              <w:jc w:val="center"/>
              <w:rPr>
                <w:color w:val="auto"/>
              </w:rPr>
            </w:pPr>
            <w:r w:rsidRPr="00054AFA">
              <w:rPr>
                <w:b/>
                <w:color w:val="auto"/>
              </w:rPr>
              <w:t>Requirements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5A7" w:rsidRPr="00054AFA" w:rsidRDefault="00D205A7" w:rsidP="00E7716D">
            <w:pPr>
              <w:jc w:val="center"/>
              <w:rPr>
                <w:color w:val="auto"/>
              </w:rPr>
            </w:pPr>
            <w:r w:rsidRPr="00054AFA">
              <w:rPr>
                <w:b/>
                <w:color w:val="auto"/>
              </w:rPr>
              <w:t>To Do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5A7" w:rsidRPr="00054AFA" w:rsidRDefault="00D205A7" w:rsidP="00E7716D">
            <w:pPr>
              <w:jc w:val="center"/>
              <w:rPr>
                <w:color w:val="auto"/>
              </w:rPr>
            </w:pPr>
            <w:r w:rsidRPr="00054AFA">
              <w:rPr>
                <w:b/>
                <w:color w:val="auto"/>
              </w:rPr>
              <w:t>In</w:t>
            </w:r>
            <w:r>
              <w:rPr>
                <w:b/>
                <w:color w:val="auto"/>
                <w:lang w:val="en-US"/>
              </w:rPr>
              <w:t xml:space="preserve"> P</w:t>
            </w:r>
            <w:r w:rsidRPr="00054AFA">
              <w:rPr>
                <w:b/>
                <w:color w:val="auto"/>
              </w:rPr>
              <w:t>r</w:t>
            </w:r>
            <w:r>
              <w:rPr>
                <w:b/>
                <w:color w:val="auto"/>
                <w:lang w:val="en-US"/>
              </w:rPr>
              <w:t>og</w:t>
            </w:r>
            <w:r w:rsidRPr="00054AFA">
              <w:rPr>
                <w:b/>
                <w:color w:val="auto"/>
              </w:rPr>
              <w:t>ess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205A7" w:rsidRPr="00054AFA" w:rsidRDefault="00D205A7" w:rsidP="00E7716D">
            <w:pPr>
              <w:jc w:val="center"/>
              <w:rPr>
                <w:color w:val="auto"/>
              </w:rPr>
            </w:pPr>
            <w:r w:rsidRPr="00054AFA">
              <w:rPr>
                <w:b/>
                <w:color w:val="auto"/>
              </w:rPr>
              <w:t>Completed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BA696F" w:rsidRDefault="00D205A7" w:rsidP="002322E5">
            <w:pPr>
              <w:rPr>
                <w:lang w:val="en-US"/>
              </w:rPr>
            </w:pPr>
            <w:r>
              <w:t xml:space="preserve">We </w:t>
            </w:r>
            <w:r>
              <w:rPr>
                <w:lang w:val="en-US"/>
              </w:rPr>
              <w:t>have divided the task among us fairly.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E7716D">
            <w:pPr>
              <w:jc w:val="center"/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E7716D">
            <w:pPr>
              <w:jc w:val="center"/>
            </w:pP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BA696F" w:rsidRDefault="00D205A7" w:rsidP="002322E5">
            <w:pPr>
              <w:rPr>
                <w:lang w:val="en-US"/>
              </w:rPr>
            </w:pPr>
            <w:r>
              <w:t>We created a very interesting title</w:t>
            </w:r>
            <w:r>
              <w:rPr>
                <w:lang w:val="en-US"/>
              </w:rPr>
              <w:t>/concept</w:t>
            </w:r>
            <w:r>
              <w:t xml:space="preserve"> for our </w:t>
            </w:r>
            <w:r>
              <w:rPr>
                <w:lang w:val="en-US"/>
              </w:rPr>
              <w:t>poster.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E7716D">
            <w:pPr>
              <w:jc w:val="center"/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E7716D">
            <w:pPr>
              <w:jc w:val="center"/>
            </w:pP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1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BA696F" w:rsidRDefault="00D205A7" w:rsidP="002322E5">
            <w:pPr>
              <w:rPr>
                <w:lang w:val="en-US"/>
              </w:rPr>
            </w:pPr>
            <w:r>
              <w:t>We explained</w:t>
            </w:r>
            <w:r>
              <w:rPr>
                <w:lang w:val="en-US"/>
              </w:rPr>
              <w:t>/shown</w:t>
            </w:r>
            <w:r>
              <w:t xml:space="preserve"> in our </w:t>
            </w:r>
            <w:r>
              <w:rPr>
                <w:lang w:val="en-US"/>
              </w:rPr>
              <w:t xml:space="preserve">poster </w:t>
            </w:r>
            <w:r>
              <w:t>how the heat engine - diesel engine/gasoline engine, and the heat pumps - refrigerator/air conditioner work.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explained in our </w:t>
            </w:r>
            <w:r>
              <w:rPr>
                <w:lang w:val="en-US"/>
              </w:rPr>
              <w:t>poster</w:t>
            </w:r>
            <w:r>
              <w:t xml:space="preserve"> how to determine the efficiency of the heat engine and heat pumps.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included in our </w:t>
            </w:r>
            <w:r>
              <w:rPr>
                <w:lang w:val="en-US"/>
              </w:rPr>
              <w:t>poster</w:t>
            </w:r>
            <w:r>
              <w:t xml:space="preserve"> which engine is better than the other - so with the heat pumps in terms of efficiency and fuel/ energy consumption.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  <w:tr w:rsidR="00D205A7" w:rsidTr="002322E5">
        <w:tc>
          <w:tcPr>
            <w:tcW w:w="6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Default="00D205A7" w:rsidP="002322E5">
            <w:r>
              <w:t xml:space="preserve">We explained in our </w:t>
            </w:r>
            <w:r>
              <w:rPr>
                <w:lang w:val="en-US"/>
              </w:rPr>
              <w:t>p</w:t>
            </w:r>
            <w:r>
              <w:t>o</w:t>
            </w:r>
            <w:r>
              <w:rPr>
                <w:lang w:val="en-US"/>
              </w:rPr>
              <w:t>ster</w:t>
            </w:r>
            <w:r>
              <w:t xml:space="preserve"> the effects of the heat engines and heat pumps to the environment.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05A7" w:rsidRPr="00054AFA" w:rsidRDefault="00D205A7" w:rsidP="00E771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 7</w:t>
            </w:r>
          </w:p>
        </w:tc>
      </w:tr>
    </w:tbl>
    <w:p w:rsidR="00D205A7" w:rsidRPr="00054AFA" w:rsidRDefault="00D205A7" w:rsidP="00E7716D">
      <w:pPr>
        <w:jc w:val="right"/>
        <w:rPr>
          <w:lang w:val="en-US"/>
        </w:rPr>
      </w:pPr>
    </w:p>
    <w:sectPr w:rsidR="00D205A7" w:rsidRPr="00054AFA" w:rsidSect="006B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32B"/>
    <w:rsid w:val="00054AFA"/>
    <w:rsid w:val="002322E5"/>
    <w:rsid w:val="004143A2"/>
    <w:rsid w:val="0054691E"/>
    <w:rsid w:val="0068332B"/>
    <w:rsid w:val="006B30CC"/>
    <w:rsid w:val="007464AA"/>
    <w:rsid w:val="007A291E"/>
    <w:rsid w:val="00811FED"/>
    <w:rsid w:val="008A377B"/>
    <w:rsid w:val="00B21693"/>
    <w:rsid w:val="00B67867"/>
    <w:rsid w:val="00BA37E4"/>
    <w:rsid w:val="00BA696F"/>
    <w:rsid w:val="00BF7CA2"/>
    <w:rsid w:val="00C41150"/>
    <w:rsid w:val="00C92428"/>
    <w:rsid w:val="00D205A7"/>
    <w:rsid w:val="00D90548"/>
    <w:rsid w:val="00E449FD"/>
    <w:rsid w:val="00E7716D"/>
    <w:rsid w:val="00EF2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32B"/>
    <w:pPr>
      <w:shd w:val="solid" w:color="FFFFFF" w:fill="auto"/>
    </w:pPr>
    <w:rPr>
      <w:rFonts w:ascii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332B"/>
    <w:pPr>
      <w:keepNext/>
      <w:spacing w:before="90" w:after="90"/>
      <w:ind w:left="90" w:right="90"/>
      <w:outlineLvl w:val="2"/>
    </w:pPr>
    <w:rPr>
      <w:b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8332B"/>
    <w:rPr>
      <w:rFonts w:ascii="Verdana" w:eastAsia="Times New Roman" w:hAnsi="Verdana" w:cs="Verdana"/>
      <w:b/>
      <w:bCs/>
      <w:color w:val="000000"/>
      <w:sz w:val="26"/>
      <w:szCs w:val="26"/>
      <w:shd w:val="solid" w:color="FFFFFF" w:fill="auto"/>
      <w:lang w:val="ru-RU" w:eastAsia="ru-RU"/>
    </w:rPr>
  </w:style>
  <w:style w:type="paragraph" w:customStyle="1" w:styleId="Div">
    <w:name w:val="Div"/>
    <w:basedOn w:val="Normal"/>
    <w:uiPriority w:val="99"/>
    <w:rsid w:val="0068332B"/>
  </w:style>
  <w:style w:type="paragraph" w:styleId="BalloonText">
    <w:name w:val="Balloon Text"/>
    <w:basedOn w:val="Normal"/>
    <w:link w:val="BalloonTextChar"/>
    <w:uiPriority w:val="99"/>
    <w:semiHidden/>
    <w:rsid w:val="00B678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867"/>
    <w:rPr>
      <w:rFonts w:ascii="Tahoma" w:eastAsia="Times New Roman" w:hAnsi="Tahoma" w:cs="Tahoma"/>
      <w:color w:val="000000"/>
      <w:sz w:val="16"/>
      <w:szCs w:val="16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273</Words>
  <Characters>1561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PROGRESS REPORT FOR PBL ACTIVITY </dc:title>
  <dc:subject/>
  <dc:creator>eena</dc:creator>
  <cp:keywords/>
  <dc:description/>
  <cp:lastModifiedBy>2 Engineering</cp:lastModifiedBy>
  <cp:revision>2</cp:revision>
  <dcterms:created xsi:type="dcterms:W3CDTF">2002-01-01T04:55:00Z</dcterms:created>
  <dcterms:modified xsi:type="dcterms:W3CDTF">2002-01-01T04:55:00Z</dcterms:modified>
</cp:coreProperties>
</file>